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1B11E074" w:rsidR="00D20B39" w:rsidRPr="00AD1CC5" w:rsidRDefault="00D20B39" w:rsidP="00AD1CC5">
      <w:pPr>
        <w:spacing w:before="120" w:after="120" w:line="360" w:lineRule="auto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AD1CC5">
            <w:rPr>
              <w:rFonts w:ascii="Verdana" w:hAnsi="Verdana" w:cstheme="minorHAnsi"/>
              <w:b/>
              <w:sz w:val="20"/>
            </w:rPr>
            <w:t>4322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AD1CC5" w:rsidRPr="00AD1CC5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AD1CC5" w:rsidRPr="00AD1CC5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AD1CC5" w:rsidRPr="00AD1CC5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AD1CC5" w:rsidRPr="00AD1CC5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AD1CC5" w:rsidRPr="00AD1CC5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51DC3CC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D1CC5">
            <w:rPr>
              <w:rFonts w:asciiTheme="majorHAnsi" w:hAnsiTheme="majorHAnsi"/>
              <w:color w:val="000000" w:themeColor="text1"/>
              <w:sz w:val="14"/>
              <w:szCs w:val="18"/>
            </w:rPr>
            <w:t>4322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87A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CC5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03248A"/>
    <w:rsid w:val="00200994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11 do SWZ.docx</dmsv2BaseFileName>
    <dmsv2BaseDisplayName xmlns="http://schemas.microsoft.com/sharepoint/v3">4322_Załącznik nr 11 do SWZ</dmsv2BaseDisplayName>
    <dmsv2SWPP2ObjectNumber xmlns="http://schemas.microsoft.com/sharepoint/v3">POST/DYS/OB/GZ/04322/2025                         </dmsv2SWPP2ObjectNumber>
    <dmsv2SWPP2SumMD5 xmlns="http://schemas.microsoft.com/sharepoint/v3">174ba8275982d5839fb15248d480d61f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JEUP5JKVCYQC-1440096624-11296</_dlc_DocId>
    <_dlc_DocIdUrl xmlns="a19cb1c7-c5c7-46d4-85ae-d83685407bba">
      <Url>https://swpp2.dms.gkpge.pl/sites/41/_layouts/15/DocIdRedir.aspx?ID=JEUP5JKVCYQC-1440096624-11296</Url>
      <Description>JEUP5JKVCYQC-1440096624-11296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D342B-F5D8-4334-B614-201C4A01A996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5F24DF9-0548-42D6-ACDD-52EC3C89777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POST/DYS/OB/GZ/04322/2025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2025-12-03T08:28:00Z</dcterms:created>
  <dcterms:modified xsi:type="dcterms:W3CDTF">2025-12-03T08:28:00Z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2513a6b0-0d1b-4798-9a17-a5f34298474d</vt:lpwstr>
  </property>
</Properties>
</file>